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62" w:rsidRPr="000B0B08" w:rsidRDefault="00D36062">
      <w:pPr>
        <w:rPr>
          <w:sz w:val="20"/>
        </w:rPr>
      </w:pPr>
      <w:proofErr w:type="gramStart"/>
      <w:r w:rsidRPr="000B0B08">
        <w:rPr>
          <w:b/>
          <w:sz w:val="20"/>
          <w:u w:val="single"/>
        </w:rPr>
        <w:t>Your</w:t>
      </w:r>
      <w:proofErr w:type="gramEnd"/>
      <w:r w:rsidRPr="000B0B08">
        <w:rPr>
          <w:b/>
          <w:sz w:val="20"/>
          <w:u w:val="single"/>
        </w:rPr>
        <w:t xml:space="preserve"> Name</w:t>
      </w:r>
      <w:r w:rsidRPr="000B0B08">
        <w:rPr>
          <w:sz w:val="20"/>
        </w:rPr>
        <w:t xml:space="preserve">: </w:t>
      </w:r>
    </w:p>
    <w:p w:rsidR="00D36062" w:rsidRPr="000B0B08" w:rsidRDefault="00E5522A">
      <w:pPr>
        <w:rPr>
          <w:sz w:val="20"/>
        </w:rPr>
      </w:pPr>
      <w:r w:rsidRPr="000B0B08">
        <w:rPr>
          <w:sz w:val="20"/>
        </w:rPr>
        <w:t xml:space="preserve">Date: </w:t>
      </w:r>
    </w:p>
    <w:p w:rsidR="00FD0D77" w:rsidRDefault="00FD0D77">
      <w:pPr>
        <w:rPr>
          <w:sz w:val="20"/>
        </w:rPr>
      </w:pPr>
    </w:p>
    <w:p w:rsidR="00D36062" w:rsidRPr="00FD0D77" w:rsidRDefault="00D36062">
      <w:pPr>
        <w:rPr>
          <w:sz w:val="20"/>
        </w:rPr>
      </w:pPr>
      <w:r w:rsidRPr="00FD0D77">
        <w:rPr>
          <w:sz w:val="20"/>
        </w:rPr>
        <w:t xml:space="preserve">Instructions: Answer questions on </w:t>
      </w:r>
      <w:r w:rsidR="00FD0D77" w:rsidRPr="00FD0D77">
        <w:rPr>
          <w:sz w:val="20"/>
        </w:rPr>
        <w:t>sheet and bring to class</w:t>
      </w:r>
    </w:p>
    <w:p w:rsidR="00D36062" w:rsidRPr="000B0B08" w:rsidRDefault="00D36062">
      <w:pPr>
        <w:rPr>
          <w:sz w:val="20"/>
        </w:rPr>
      </w:pPr>
    </w:p>
    <w:p w:rsidR="00D36062" w:rsidRPr="000B0B08" w:rsidRDefault="00D36062">
      <w:pPr>
        <w:rPr>
          <w:b/>
          <w:sz w:val="20"/>
        </w:rPr>
      </w:pPr>
      <w:r w:rsidRPr="000B0B08">
        <w:rPr>
          <w:b/>
          <w:sz w:val="20"/>
        </w:rPr>
        <w:t xml:space="preserve">Paper </w:t>
      </w:r>
    </w:p>
    <w:p w:rsidR="00D36062" w:rsidRPr="000B0B08" w:rsidRDefault="00D36062" w:rsidP="00D36062">
      <w:pPr>
        <w:rPr>
          <w:noProof/>
          <w:sz w:val="20"/>
        </w:rPr>
      </w:pPr>
      <w:r w:rsidRPr="000B0B08">
        <w:rPr>
          <w:noProof/>
          <w:sz w:val="20"/>
        </w:rPr>
        <w:t xml:space="preserve">Park, H.; Bhattarai, B. R.; Ham, S. W.; Cho, H., Structure-based virtual screening approach to identify novel classes of PTP1B inhibitors. </w:t>
      </w:r>
      <w:r w:rsidRPr="000B0B08">
        <w:rPr>
          <w:i/>
          <w:noProof/>
          <w:sz w:val="20"/>
        </w:rPr>
        <w:t xml:space="preserve">Eur J Med Chem </w:t>
      </w:r>
      <w:r w:rsidRPr="000B0B08">
        <w:rPr>
          <w:b/>
          <w:noProof/>
          <w:sz w:val="20"/>
        </w:rPr>
        <w:t>2009,</w:t>
      </w:r>
      <w:r w:rsidRPr="000B0B08">
        <w:rPr>
          <w:noProof/>
          <w:sz w:val="20"/>
        </w:rPr>
        <w:t xml:space="preserve"> </w:t>
      </w:r>
      <w:r w:rsidRPr="000B0B08">
        <w:rPr>
          <w:i/>
          <w:noProof/>
          <w:sz w:val="20"/>
        </w:rPr>
        <w:t>44</w:t>
      </w:r>
      <w:r w:rsidRPr="000B0B08">
        <w:rPr>
          <w:noProof/>
          <w:sz w:val="20"/>
        </w:rPr>
        <w:t xml:space="preserve"> (8), 3280-4.</w:t>
      </w:r>
    </w:p>
    <w:p w:rsidR="00D36062" w:rsidRPr="000B0B08" w:rsidRDefault="00D36062">
      <w:pPr>
        <w:rPr>
          <w:sz w:val="20"/>
        </w:rPr>
      </w:pPr>
    </w:p>
    <w:p w:rsidR="00B71127" w:rsidRPr="000B0B08" w:rsidRDefault="00B71127">
      <w:pPr>
        <w:rPr>
          <w:sz w:val="20"/>
        </w:rPr>
      </w:pPr>
    </w:p>
    <w:p w:rsidR="00B71127" w:rsidRPr="00A00E44" w:rsidRDefault="000B0B08">
      <w:pPr>
        <w:rPr>
          <w:b/>
        </w:rPr>
      </w:pPr>
      <w:r w:rsidRPr="00A00E44">
        <w:rPr>
          <w:b/>
        </w:rPr>
        <w:t>Pre Class Questions</w:t>
      </w:r>
    </w:p>
    <w:p w:rsidR="00B71127" w:rsidRPr="000B0B08" w:rsidRDefault="00B71127">
      <w:pPr>
        <w:rPr>
          <w:sz w:val="20"/>
        </w:rPr>
      </w:pPr>
    </w:p>
    <w:p w:rsidR="00A601C6" w:rsidRPr="000B0B08" w:rsidRDefault="00A601C6" w:rsidP="000B0B08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1: What protein does PTP1B </w:t>
      </w:r>
      <w:proofErr w:type="spellStart"/>
      <w:r w:rsidRPr="000B0B08">
        <w:rPr>
          <w:sz w:val="20"/>
        </w:rPr>
        <w:t>dephosphorylate</w:t>
      </w:r>
      <w:proofErr w:type="spellEnd"/>
      <w:r w:rsidRPr="000B0B08">
        <w:rPr>
          <w:sz w:val="20"/>
        </w:rPr>
        <w:t xml:space="preserve"> in the liver? </w:t>
      </w:r>
      <w:proofErr w:type="gramStart"/>
      <w:r w:rsidRPr="000B0B08">
        <w:rPr>
          <w:sz w:val="20"/>
        </w:rPr>
        <w:t>In the hypothalamus?</w:t>
      </w:r>
      <w:proofErr w:type="gramEnd"/>
    </w:p>
    <w:p w:rsidR="00A601C6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772064" w:rsidRPr="000B0B08" w:rsidRDefault="00772064" w:rsidP="000B0B08">
      <w:pPr>
        <w:ind w:left="1620" w:hanging="180"/>
        <w:rPr>
          <w:sz w:val="20"/>
        </w:rPr>
      </w:pPr>
    </w:p>
    <w:p w:rsidR="00A601C6" w:rsidRPr="000B0B08" w:rsidRDefault="00A601C6" w:rsidP="000B0B08">
      <w:pPr>
        <w:ind w:left="1620" w:hanging="1620"/>
        <w:rPr>
          <w:sz w:val="20"/>
        </w:rPr>
      </w:pPr>
    </w:p>
    <w:p w:rsidR="00A601C6" w:rsidRPr="000B0B08" w:rsidRDefault="000B0B08" w:rsidP="000B0B08">
      <w:pPr>
        <w:ind w:left="1620" w:hanging="1620"/>
        <w:rPr>
          <w:sz w:val="20"/>
        </w:rPr>
      </w:pPr>
      <w:r w:rsidRPr="000B0B08">
        <w:rPr>
          <w:sz w:val="20"/>
        </w:rPr>
        <w:t>Question</w:t>
      </w:r>
      <w:r w:rsidR="00A601C6" w:rsidRPr="000B0B08">
        <w:rPr>
          <w:sz w:val="20"/>
        </w:rPr>
        <w:t xml:space="preserve"> 2: How are Type I and Type II diabetes different? Upon which one do the authors propose PTP1B has an effect?</w:t>
      </w:r>
    </w:p>
    <w:p w:rsidR="00A601C6" w:rsidRPr="000B0B08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2B7BA7" w:rsidRDefault="002B7BA7" w:rsidP="002B7BA7">
      <w:pPr>
        <w:ind w:left="1620" w:hanging="1620"/>
        <w:rPr>
          <w:sz w:val="20"/>
        </w:rPr>
      </w:pPr>
    </w:p>
    <w:p w:rsidR="002B7BA7" w:rsidRDefault="002B7BA7" w:rsidP="000B0B08">
      <w:pPr>
        <w:ind w:left="1620" w:hanging="162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 w:rsidR="00FD0D77">
        <w:rPr>
          <w:sz w:val="20"/>
        </w:rPr>
        <w:t>3</w:t>
      </w:r>
      <w:r w:rsidRPr="000B0B08">
        <w:rPr>
          <w:sz w:val="20"/>
        </w:rPr>
        <w:t xml:space="preserve">: Define hypoglycemic and </w:t>
      </w:r>
      <w:proofErr w:type="spellStart"/>
      <w:r w:rsidRPr="000B0B08">
        <w:rPr>
          <w:sz w:val="20"/>
        </w:rPr>
        <w:t>hypocholesterolemic</w:t>
      </w:r>
      <w:proofErr w:type="spellEnd"/>
      <w:r w:rsidRPr="000B0B08">
        <w:rPr>
          <w:sz w:val="20"/>
        </w:rPr>
        <w:t>?</w:t>
      </w:r>
    </w:p>
    <w:p w:rsidR="006A5E73" w:rsidRDefault="006A5E73" w:rsidP="006A5E73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EA5CBB" w:rsidRDefault="00EA5CBB" w:rsidP="006A5E73">
      <w:pPr>
        <w:ind w:left="1620" w:hanging="180"/>
        <w:rPr>
          <w:sz w:val="20"/>
        </w:rPr>
      </w:pPr>
    </w:p>
    <w:p w:rsidR="00FD0D77" w:rsidRDefault="00FD0D77" w:rsidP="006A5E73">
      <w:pPr>
        <w:ind w:left="1620" w:hanging="180"/>
        <w:rPr>
          <w:sz w:val="20"/>
        </w:rPr>
      </w:pPr>
    </w:p>
    <w:p w:rsidR="00EA5CBB" w:rsidRPr="000B0B08" w:rsidRDefault="00EA5CBB" w:rsidP="00EA5CBB">
      <w:pPr>
        <w:rPr>
          <w:sz w:val="20"/>
        </w:rPr>
      </w:pPr>
      <w:r>
        <w:rPr>
          <w:sz w:val="20"/>
        </w:rPr>
        <w:t xml:space="preserve">Question 4: </w:t>
      </w:r>
      <w:r w:rsidRPr="000B0B08">
        <w:rPr>
          <w:sz w:val="20"/>
        </w:rPr>
        <w:t xml:space="preserve">What are some high </w:t>
      </w:r>
      <w:proofErr w:type="spellStart"/>
      <w:r w:rsidRPr="000B0B08">
        <w:rPr>
          <w:sz w:val="20"/>
        </w:rPr>
        <w:t>glycemic</w:t>
      </w:r>
      <w:proofErr w:type="spellEnd"/>
      <w:r w:rsidRPr="000B0B08">
        <w:rPr>
          <w:sz w:val="20"/>
        </w:rPr>
        <w:t xml:space="preserve"> index foods? Low </w:t>
      </w:r>
      <w:proofErr w:type="spellStart"/>
      <w:r w:rsidRPr="000B0B08">
        <w:rPr>
          <w:sz w:val="20"/>
        </w:rPr>
        <w:t>glycemic</w:t>
      </w:r>
      <w:proofErr w:type="spellEnd"/>
      <w:r w:rsidRPr="000B0B08">
        <w:rPr>
          <w:sz w:val="20"/>
        </w:rPr>
        <w:t xml:space="preserve"> index?</w:t>
      </w:r>
    </w:p>
    <w:p w:rsidR="00772064" w:rsidRDefault="00772064" w:rsidP="00772064">
      <w:pPr>
        <w:ind w:left="1620" w:hanging="180"/>
        <w:rPr>
          <w:sz w:val="20"/>
        </w:rPr>
      </w:pPr>
      <w:r>
        <w:rPr>
          <w:sz w:val="20"/>
        </w:rPr>
        <w:t xml:space="preserve">Answer: </w:t>
      </w:r>
    </w:p>
    <w:p w:rsidR="006A5E73" w:rsidRDefault="006A5E73" w:rsidP="006A5E73">
      <w:pPr>
        <w:ind w:left="1620" w:hanging="180"/>
        <w:rPr>
          <w:sz w:val="20"/>
        </w:rPr>
      </w:pPr>
    </w:p>
    <w:p w:rsidR="00FD0D77" w:rsidRDefault="00FD0D77" w:rsidP="006A5E73">
      <w:pPr>
        <w:ind w:left="1620" w:hanging="18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 w:rsidR="00FD0D77">
        <w:rPr>
          <w:sz w:val="20"/>
        </w:rPr>
        <w:t>5</w:t>
      </w:r>
      <w:r w:rsidRPr="000B0B08">
        <w:rPr>
          <w:sz w:val="20"/>
        </w:rPr>
        <w:t xml:space="preserve">: </w:t>
      </w:r>
      <w:r>
        <w:rPr>
          <w:sz w:val="20"/>
        </w:rPr>
        <w:t>How many ligand</w:t>
      </w:r>
      <w:r w:rsidR="00F2723A">
        <w:rPr>
          <w:sz w:val="20"/>
        </w:rPr>
        <w:t>s</w:t>
      </w:r>
      <w:r>
        <w:rPr>
          <w:sz w:val="20"/>
        </w:rPr>
        <w:t xml:space="preserve"> were screened and what program was used</w:t>
      </w:r>
      <w:r w:rsidRPr="000B0B08">
        <w:rPr>
          <w:sz w:val="20"/>
        </w:rPr>
        <w:t>?</w:t>
      </w:r>
    </w:p>
    <w:p w:rsidR="006A5E73" w:rsidRDefault="006A5E73" w:rsidP="006A5E73">
      <w:pPr>
        <w:ind w:left="1620" w:hanging="180"/>
        <w:rPr>
          <w:sz w:val="20"/>
        </w:rPr>
      </w:pPr>
      <w:r>
        <w:rPr>
          <w:sz w:val="20"/>
        </w:rPr>
        <w:t xml:space="preserve">Answer: </w:t>
      </w:r>
    </w:p>
    <w:p w:rsidR="006A5E73" w:rsidRDefault="006A5E73" w:rsidP="006A5E73">
      <w:pPr>
        <w:ind w:left="1620" w:hanging="180"/>
        <w:rPr>
          <w:sz w:val="20"/>
        </w:rPr>
      </w:pPr>
    </w:p>
    <w:p w:rsidR="00FD0D77" w:rsidRPr="000B0B08" w:rsidRDefault="00FD0D77" w:rsidP="006A5E73">
      <w:pPr>
        <w:ind w:left="1620" w:hanging="180"/>
        <w:rPr>
          <w:sz w:val="20"/>
        </w:rPr>
      </w:pPr>
    </w:p>
    <w:p w:rsidR="006A5E73" w:rsidRPr="000B0B08" w:rsidRDefault="006A5E73" w:rsidP="006A5E73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 w:rsidR="00FD0D77">
        <w:rPr>
          <w:sz w:val="20"/>
        </w:rPr>
        <w:t>6</w:t>
      </w:r>
      <w:r w:rsidRPr="000B0B08">
        <w:rPr>
          <w:sz w:val="20"/>
        </w:rPr>
        <w:t>: What is the substrate for the enzyme assays?</w:t>
      </w:r>
    </w:p>
    <w:p w:rsidR="006A5E73" w:rsidRPr="000B0B08" w:rsidRDefault="006A5E73" w:rsidP="006A5E73">
      <w:pPr>
        <w:ind w:left="1620" w:hanging="180"/>
        <w:rPr>
          <w:sz w:val="20"/>
        </w:rPr>
      </w:pPr>
      <w:r w:rsidRPr="000B0B08">
        <w:rPr>
          <w:sz w:val="20"/>
        </w:rPr>
        <w:t>Answer</w:t>
      </w:r>
      <w:r>
        <w:rPr>
          <w:sz w:val="20"/>
        </w:rPr>
        <w:t>:</w:t>
      </w:r>
      <w:r w:rsidRPr="000B0B08">
        <w:rPr>
          <w:sz w:val="20"/>
        </w:rPr>
        <w:t xml:space="preserve"> </w:t>
      </w:r>
    </w:p>
    <w:p w:rsidR="00A601C6" w:rsidRDefault="00A601C6" w:rsidP="000B0B08">
      <w:pPr>
        <w:ind w:left="1620" w:hanging="1620"/>
        <w:rPr>
          <w:sz w:val="20"/>
        </w:rPr>
      </w:pPr>
      <w:r w:rsidRPr="000B0B08">
        <w:rPr>
          <w:sz w:val="20"/>
        </w:rPr>
        <w:tab/>
      </w:r>
    </w:p>
    <w:p w:rsidR="00FD0D77" w:rsidRPr="000B0B08" w:rsidRDefault="00FD0D77" w:rsidP="000B0B08">
      <w:pPr>
        <w:ind w:left="1620" w:hanging="1620"/>
        <w:rPr>
          <w:sz w:val="20"/>
        </w:rPr>
      </w:pPr>
    </w:p>
    <w:p w:rsidR="00A601C6" w:rsidRPr="000B0B08" w:rsidRDefault="000B0B08" w:rsidP="000B0B08">
      <w:pPr>
        <w:ind w:left="1620" w:hanging="1620"/>
        <w:rPr>
          <w:sz w:val="20"/>
        </w:rPr>
      </w:pPr>
      <w:r w:rsidRPr="000B0B08">
        <w:rPr>
          <w:sz w:val="20"/>
        </w:rPr>
        <w:t>Question</w:t>
      </w:r>
      <w:r w:rsidR="00A601C6" w:rsidRPr="000B0B08">
        <w:rPr>
          <w:sz w:val="20"/>
        </w:rPr>
        <w:t xml:space="preserve"> </w:t>
      </w:r>
      <w:r w:rsidR="00FD0D77">
        <w:rPr>
          <w:sz w:val="20"/>
        </w:rPr>
        <w:t>7</w:t>
      </w:r>
      <w:r w:rsidR="00A601C6" w:rsidRPr="000B0B08">
        <w:rPr>
          <w:sz w:val="20"/>
        </w:rPr>
        <w:t xml:space="preserve">: </w:t>
      </w:r>
      <w:r w:rsidR="006A5E73">
        <w:rPr>
          <w:sz w:val="20"/>
        </w:rPr>
        <w:t>What device is used to measure the enzyme activity</w:t>
      </w:r>
      <w:r w:rsidR="00A601C6" w:rsidRPr="000B0B08">
        <w:rPr>
          <w:sz w:val="20"/>
        </w:rPr>
        <w:t>?</w:t>
      </w:r>
    </w:p>
    <w:p w:rsidR="00D36062" w:rsidRDefault="00A601C6" w:rsidP="000B0B08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B12C4F" w:rsidRDefault="00B12C4F" w:rsidP="000B0B08">
      <w:pPr>
        <w:ind w:left="1620" w:hanging="180"/>
        <w:rPr>
          <w:sz w:val="20"/>
        </w:rPr>
      </w:pPr>
    </w:p>
    <w:p w:rsidR="00B12C4F" w:rsidRPr="000B0B08" w:rsidRDefault="00B12C4F" w:rsidP="00B12C4F">
      <w:pPr>
        <w:rPr>
          <w:sz w:val="20"/>
        </w:rPr>
      </w:pPr>
    </w:p>
    <w:p w:rsidR="00B12C4F" w:rsidRPr="000B0B08" w:rsidRDefault="00B12C4F" w:rsidP="00B12C4F">
      <w:pPr>
        <w:ind w:left="1620" w:hanging="1620"/>
        <w:rPr>
          <w:sz w:val="20"/>
        </w:rPr>
      </w:pPr>
      <w:r w:rsidRPr="000B0B08">
        <w:rPr>
          <w:sz w:val="20"/>
        </w:rPr>
        <w:t xml:space="preserve">Question </w:t>
      </w:r>
      <w:r>
        <w:rPr>
          <w:sz w:val="20"/>
        </w:rPr>
        <w:t>8</w:t>
      </w:r>
      <w:r w:rsidRPr="000B0B08">
        <w:rPr>
          <w:sz w:val="20"/>
        </w:rPr>
        <w:t xml:space="preserve">: </w:t>
      </w:r>
      <w:r>
        <w:rPr>
          <w:sz w:val="20"/>
        </w:rPr>
        <w:t>Of their new compounds, which is best – and why</w:t>
      </w:r>
      <w:r w:rsidRPr="000B0B08">
        <w:rPr>
          <w:sz w:val="20"/>
        </w:rPr>
        <w:t>?</w:t>
      </w:r>
    </w:p>
    <w:p w:rsidR="00B12C4F" w:rsidRDefault="00B12C4F" w:rsidP="00B12C4F">
      <w:pPr>
        <w:ind w:left="1620" w:hanging="180"/>
        <w:rPr>
          <w:sz w:val="20"/>
        </w:rPr>
      </w:pPr>
      <w:r w:rsidRPr="000B0B08">
        <w:rPr>
          <w:sz w:val="20"/>
        </w:rPr>
        <w:t xml:space="preserve">Answer: </w:t>
      </w:r>
    </w:p>
    <w:p w:rsidR="00D36062" w:rsidRPr="000B0B08" w:rsidRDefault="00D36062">
      <w:pPr>
        <w:rPr>
          <w:sz w:val="20"/>
        </w:rPr>
      </w:pPr>
    </w:p>
    <w:p w:rsidR="00A601C6" w:rsidRDefault="00A601C6">
      <w:pPr>
        <w:rPr>
          <w:sz w:val="20"/>
        </w:rPr>
      </w:pPr>
    </w:p>
    <w:p w:rsidR="00FD0D77" w:rsidRPr="000B0B08" w:rsidRDefault="00FD0D77">
      <w:pPr>
        <w:rPr>
          <w:sz w:val="20"/>
        </w:rPr>
      </w:pPr>
    </w:p>
    <w:p w:rsidR="000B0B08" w:rsidRPr="000B0B08" w:rsidRDefault="000B0B08" w:rsidP="000B0B08">
      <w:pPr>
        <w:rPr>
          <w:sz w:val="20"/>
        </w:rPr>
      </w:pPr>
      <w:r w:rsidRPr="000B0B08">
        <w:rPr>
          <w:sz w:val="20"/>
        </w:rPr>
        <w:t xml:space="preserve">What </w:t>
      </w:r>
      <w:r>
        <w:rPr>
          <w:sz w:val="20"/>
        </w:rPr>
        <w:t>was the most difficult thing</w:t>
      </w:r>
      <w:r w:rsidRPr="000B0B08">
        <w:rPr>
          <w:sz w:val="20"/>
        </w:rPr>
        <w:t xml:space="preserve"> about the paper</w:t>
      </w:r>
      <w:r>
        <w:rPr>
          <w:sz w:val="20"/>
        </w:rPr>
        <w:t xml:space="preserve"> to understand</w:t>
      </w:r>
      <w:r w:rsidRPr="000B0B08">
        <w:rPr>
          <w:sz w:val="20"/>
        </w:rPr>
        <w:t>?</w:t>
      </w:r>
    </w:p>
    <w:p w:rsidR="00FD0D77" w:rsidRDefault="00FD0D77" w:rsidP="000B0B08">
      <w:pPr>
        <w:rPr>
          <w:sz w:val="20"/>
        </w:rPr>
      </w:pPr>
    </w:p>
    <w:p w:rsidR="00772064" w:rsidRDefault="00772064" w:rsidP="000B0B08">
      <w:pPr>
        <w:rPr>
          <w:sz w:val="20"/>
        </w:rPr>
      </w:pPr>
    </w:p>
    <w:p w:rsidR="00FD0D77" w:rsidRDefault="00FD0D77" w:rsidP="000B0B08">
      <w:pPr>
        <w:rPr>
          <w:sz w:val="20"/>
        </w:rPr>
      </w:pPr>
    </w:p>
    <w:p w:rsidR="000B0B08" w:rsidRPr="000B0B08" w:rsidRDefault="000B0B08" w:rsidP="000B0B08">
      <w:pPr>
        <w:rPr>
          <w:sz w:val="20"/>
        </w:rPr>
      </w:pPr>
      <w:r w:rsidRPr="000B0B08">
        <w:rPr>
          <w:sz w:val="20"/>
        </w:rPr>
        <w:t>Could you do any part of this research?</w:t>
      </w:r>
    </w:p>
    <w:p w:rsidR="002A34CF" w:rsidRDefault="002A34CF">
      <w:pPr>
        <w:rPr>
          <w:b/>
          <w:sz w:val="20"/>
        </w:rPr>
      </w:pPr>
    </w:p>
    <w:p w:rsidR="002A34CF" w:rsidRDefault="002A34CF">
      <w:pPr>
        <w:rPr>
          <w:b/>
          <w:sz w:val="20"/>
        </w:rPr>
      </w:pPr>
    </w:p>
    <w:p w:rsidR="00EA5CBB" w:rsidRDefault="00EA5CBB">
      <w:pPr>
        <w:rPr>
          <w:b/>
          <w:sz w:val="20"/>
        </w:rPr>
      </w:pPr>
    </w:p>
    <w:p w:rsidR="00EA5CBB" w:rsidRDefault="00EA5CBB">
      <w:pPr>
        <w:rPr>
          <w:b/>
          <w:sz w:val="20"/>
        </w:rPr>
      </w:pPr>
    </w:p>
    <w:p w:rsidR="000B0B08" w:rsidRPr="000B0B08" w:rsidRDefault="000B0B08">
      <w:pPr>
        <w:rPr>
          <w:sz w:val="20"/>
        </w:rPr>
      </w:pPr>
    </w:p>
    <w:sectPr w:rsidR="000B0B08" w:rsidRPr="000B0B08" w:rsidSect="00D360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229" w:rsidRDefault="00BC5229">
      <w:r>
        <w:separator/>
      </w:r>
    </w:p>
  </w:endnote>
  <w:endnote w:type="continuationSeparator" w:id="0">
    <w:p w:rsidR="00BC5229" w:rsidRDefault="00BC5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229" w:rsidRDefault="00BC5229">
      <w:r>
        <w:separator/>
      </w:r>
    </w:p>
  </w:footnote>
  <w:footnote w:type="continuationSeparator" w:id="0">
    <w:p w:rsidR="00BC5229" w:rsidRDefault="00BC5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C" w:rsidRDefault="00B93B1C">
    <w:pPr>
      <w:pStyle w:val="Header"/>
    </w:pPr>
    <w:r>
      <w:t>VDS of the FRI</w:t>
    </w:r>
    <w:r>
      <w:tab/>
    </w:r>
    <w:r>
      <w:tab/>
    </w:r>
    <w:r w:rsidR="00E5522A">
      <w:t>Spring 11</w:t>
    </w:r>
  </w:p>
  <w:p w:rsidR="00B93B1C" w:rsidRDefault="00B93B1C" w:rsidP="00D36062">
    <w:r w:rsidRPr="003C412F">
      <w:t>Journal</w:t>
    </w:r>
    <w:r w:rsidR="00E5522A">
      <w:t xml:space="preserve"> </w:t>
    </w:r>
    <w:r w:rsidRPr="003C412F">
      <w:t>Club</w:t>
    </w:r>
    <w:r w:rsidR="00E5522A">
      <w:t xml:space="preserve"> </w:t>
    </w:r>
    <w:r w:rsidRPr="003C412F">
      <w:t>Questions</w:t>
    </w:r>
    <w:r w:rsidR="00A110EF">
      <w:t xml:space="preserve"> – 13</w:t>
    </w:r>
    <w:r w:rsidR="00A110EF" w:rsidRPr="00A110EF">
      <w:rPr>
        <w:vertAlign w:val="superscript"/>
      </w:rPr>
      <w:t>th</w:t>
    </w:r>
    <w:r w:rsidR="00A110EF">
      <w:t xml:space="preserve"> class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D36062"/>
    <w:rsid w:val="00046E7C"/>
    <w:rsid w:val="000B0B08"/>
    <w:rsid w:val="001065B7"/>
    <w:rsid w:val="001706DC"/>
    <w:rsid w:val="001D5CBD"/>
    <w:rsid w:val="002059E7"/>
    <w:rsid w:val="002A34CF"/>
    <w:rsid w:val="002A7261"/>
    <w:rsid w:val="002A7A21"/>
    <w:rsid w:val="002B7BA7"/>
    <w:rsid w:val="00332409"/>
    <w:rsid w:val="003B6929"/>
    <w:rsid w:val="003C6255"/>
    <w:rsid w:val="00410CCA"/>
    <w:rsid w:val="00486885"/>
    <w:rsid w:val="004944ED"/>
    <w:rsid w:val="004E0E61"/>
    <w:rsid w:val="0053352F"/>
    <w:rsid w:val="00584A93"/>
    <w:rsid w:val="00603BAE"/>
    <w:rsid w:val="00666325"/>
    <w:rsid w:val="00683C42"/>
    <w:rsid w:val="006A5E73"/>
    <w:rsid w:val="006C0564"/>
    <w:rsid w:val="0070665F"/>
    <w:rsid w:val="00753588"/>
    <w:rsid w:val="00772064"/>
    <w:rsid w:val="00A00E44"/>
    <w:rsid w:val="00A110EF"/>
    <w:rsid w:val="00A1775B"/>
    <w:rsid w:val="00A601C6"/>
    <w:rsid w:val="00A704F0"/>
    <w:rsid w:val="00AE61A5"/>
    <w:rsid w:val="00B12C4F"/>
    <w:rsid w:val="00B2683E"/>
    <w:rsid w:val="00B52A3A"/>
    <w:rsid w:val="00B71127"/>
    <w:rsid w:val="00B93B1C"/>
    <w:rsid w:val="00BC5229"/>
    <w:rsid w:val="00C744D5"/>
    <w:rsid w:val="00CB605B"/>
    <w:rsid w:val="00D36062"/>
    <w:rsid w:val="00DF48B7"/>
    <w:rsid w:val="00E5522A"/>
    <w:rsid w:val="00E75B65"/>
    <w:rsid w:val="00EA5CBB"/>
    <w:rsid w:val="00F2723A"/>
    <w:rsid w:val="00F369BA"/>
    <w:rsid w:val="00F7305D"/>
    <w:rsid w:val="00F804EA"/>
    <w:rsid w:val="00F87F72"/>
    <w:rsid w:val="00FD0D77"/>
    <w:rsid w:val="00FF256A"/>
    <w:rsid w:val="00FF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062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60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606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D360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606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eckh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56E38F6-121B-4966-9732-8889B3E83F06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jbeckham</dc:creator>
  <cp:keywords/>
  <dc:description/>
  <cp:lastModifiedBy>jbeckham</cp:lastModifiedBy>
  <cp:revision>8</cp:revision>
  <cp:lastPrinted>2011-04-14T19:17:00Z</cp:lastPrinted>
  <dcterms:created xsi:type="dcterms:W3CDTF">2011-04-15T01:37:00Z</dcterms:created>
  <dcterms:modified xsi:type="dcterms:W3CDTF">2011-04-15T17:43:00Z</dcterms:modified>
</cp:coreProperties>
</file>